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06C1C973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B5DC893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67E48A10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5917FC6" w14:textId="3A55D1CF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</w:t>
      </w:r>
      <w:r w:rsidR="00CD25E0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DFA159" w:rsidR="0070462E" w:rsidRPr="0070462E" w:rsidRDefault="001D3CAC" w:rsidP="001D3CAC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851B98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1246F97D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47DDDF8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b)</w:t>
      </w:r>
      <w:r w:rsidRPr="00CD25E0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5D594A4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7 do SWZ</w:t>
      </w:r>
      <w:r w:rsidRPr="00CD25E0">
        <w:rPr>
          <w:rFonts w:cstheme="minorHAnsi"/>
          <w:szCs w:val="18"/>
          <w:lang w:eastAsia="pl-PL"/>
        </w:rPr>
        <w:t>.</w:t>
      </w:r>
    </w:p>
    <w:p w14:paraId="0DB41373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505ADB46" w14:textId="77777777" w:rsidR="00CD25E0" w:rsidRPr="00CD25E0" w:rsidRDefault="00CD25E0" w:rsidP="00CD25E0">
      <w:pPr>
        <w:numPr>
          <w:ilvl w:val="0"/>
          <w:numId w:val="32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Dysponują osobami przewidzianymi do realizacji zadania zdolnymi do wykonania przedmiotu zakupu, w tym:</w:t>
      </w:r>
    </w:p>
    <w:p w14:paraId="489AE49F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świadectwo kwalifikacyjne grupy D – 1 osoba,</w:t>
      </w:r>
    </w:p>
    <w:p w14:paraId="79417995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świadectwo kwalifikacyjne grupy E – 2 osoby,</w:t>
      </w:r>
    </w:p>
    <w:p w14:paraId="5FE23074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CD25E0">
        <w:rPr>
          <w:rFonts w:cstheme="minorHAnsi"/>
          <w:szCs w:val="18"/>
          <w:lang w:eastAsia="pl-PL"/>
        </w:rPr>
        <w:t>nN</w:t>
      </w:r>
      <w:proofErr w:type="spellEnd"/>
      <w:r w:rsidRPr="00CD25E0">
        <w:rPr>
          <w:rFonts w:cstheme="minorHAnsi"/>
          <w:szCs w:val="18"/>
          <w:lang w:eastAsia="pl-PL"/>
        </w:rPr>
        <w:t>) w technologii PPN (prac pod napięciem) – 2 osoby</w:t>
      </w:r>
    </w:p>
    <w:p w14:paraId="0369BE91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CD25E0">
        <w:rPr>
          <w:rFonts w:cstheme="minorHAnsi"/>
          <w:szCs w:val="18"/>
          <w:lang w:eastAsia="pl-PL"/>
        </w:rPr>
        <w:br/>
        <w:t xml:space="preserve">w specjalności instalacyjnej w zakresie sieci, instalacji i urządzeń elektrycznych </w:t>
      </w:r>
      <w:r w:rsidRPr="00CD25E0">
        <w:rPr>
          <w:rFonts w:cstheme="minorHAnsi"/>
          <w:szCs w:val="18"/>
          <w:lang w:eastAsia="pl-PL"/>
        </w:rPr>
        <w:br/>
        <w:t>i elektroenergetycznych – 1 osoba</w:t>
      </w:r>
    </w:p>
    <w:p w14:paraId="0AC06DC9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CD25E0">
        <w:rPr>
          <w:rFonts w:cstheme="minorHAnsi"/>
          <w:szCs w:val="18"/>
          <w:lang w:eastAsia="pl-PL"/>
        </w:rPr>
        <w:br/>
        <w:t>i urządzeń elektrycznych i elektroenergetycznych - 1 osoba</w:t>
      </w:r>
    </w:p>
    <w:p w14:paraId="134078D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8 do SWZ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2B6861C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</w:p>
    <w:p w14:paraId="5E7C5720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</w:t>
      </w:r>
      <w:r w:rsidRPr="00CD25E0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CD25E0">
        <w:rPr>
          <w:rFonts w:cstheme="minorHAnsi"/>
          <w:szCs w:val="18"/>
          <w:lang w:eastAsia="pl-PL"/>
        </w:rPr>
        <w:t>.</w:t>
      </w:r>
    </w:p>
    <w:p w14:paraId="6327512C" w14:textId="77777777" w:rsidR="00CD25E0" w:rsidRPr="00CD25E0" w:rsidRDefault="00CD25E0" w:rsidP="00CD25E0">
      <w:pPr>
        <w:spacing w:before="60" w:after="120"/>
        <w:ind w:left="426"/>
        <w:rPr>
          <w:rFonts w:cstheme="minorHAnsi"/>
          <w:b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7661EA0F" w14:textId="77777777" w:rsidR="00CD25E0" w:rsidRPr="00CD25E0" w:rsidRDefault="00CD25E0" w:rsidP="00CD25E0">
      <w:pPr>
        <w:spacing w:before="60" w:after="120"/>
        <w:ind w:left="426"/>
        <w:rPr>
          <w:rFonts w:cstheme="minorHAnsi"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58BA950F" w14:textId="255D42ED" w:rsidR="009D7BF0" w:rsidRPr="009D7BF0" w:rsidRDefault="00CD25E0" w:rsidP="00CD25E0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CD25E0">
        <w:rPr>
          <w:rFonts w:cstheme="minorHAnsi"/>
          <w:bCs/>
          <w:szCs w:val="18"/>
          <w:lang w:eastAsia="pl-PL"/>
        </w:rPr>
        <w:t xml:space="preserve"> oraz w „Zasadach prowadzenia prac przy budowie lub przebudowie stacji i linii elektroenergetycznych”</w:t>
      </w:r>
      <w:r w:rsidRPr="00CD25E0">
        <w:rPr>
          <w:rFonts w:cstheme="minorHAnsi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14D7F82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006172F1" w14:textId="05E5A830" w:rsidR="0070462E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536886D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408A5D13" w14:textId="77777777" w:rsidR="00CD25E0" w:rsidRPr="00CD25E0" w:rsidRDefault="00CD25E0" w:rsidP="00CD25E0">
      <w:pPr>
        <w:pStyle w:val="Akapitzlist"/>
        <w:ind w:left="993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17216F9B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78C34EA5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77ACF8C3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41D0558A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3D08C6CF" w14:textId="706E5CFB" w:rsidR="00EA1BF9" w:rsidRPr="0070462E" w:rsidRDefault="00CD25E0" w:rsidP="00CD25E0">
      <w:pPr>
        <w:pStyle w:val="Akapitzlist"/>
        <w:spacing w:before="60"/>
        <w:ind w:left="993"/>
        <w:jc w:val="both"/>
        <w:rPr>
          <w:rFonts w:cstheme="minorHAnsi"/>
          <w:bCs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</w:t>
      </w:r>
      <w:r w:rsidR="0070462E" w:rsidRPr="0070462E">
        <w:rPr>
          <w:rFonts w:cstheme="minorHAnsi"/>
          <w:szCs w:val="18"/>
          <w:lang w:eastAsia="pl-PL"/>
        </w:rPr>
        <w:t xml:space="preserve">  </w:t>
      </w:r>
    </w:p>
    <w:p w14:paraId="11D3C603" w14:textId="012677F8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76076493" w14:textId="358C2689" w:rsidR="00EA1BF9" w:rsidRPr="0070462E" w:rsidRDefault="0070462E" w:rsidP="00EA1BF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661A7DA6" w14:textId="179EB10F" w:rsidR="00A35123" w:rsidRPr="00A35123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szCs w:val="18"/>
        </w:rPr>
        <w:t>Oświadczenie o doświadczeniu zawodowym, o którym mowa w pkt 1.2.1.a) powyżej,</w:t>
      </w:r>
      <w:r w:rsidRPr="00A35123">
        <w:rPr>
          <w:rFonts w:eastAsia="Calibri" w:cs="Calibri"/>
          <w:iCs/>
          <w:szCs w:val="18"/>
        </w:rPr>
        <w:t xml:space="preserve"> (zgodnie z treścią </w:t>
      </w:r>
      <w:r w:rsidRPr="00A35123">
        <w:rPr>
          <w:rFonts w:eastAsia="Calibri" w:cs="Calibri"/>
          <w:b/>
          <w:iCs/>
          <w:szCs w:val="18"/>
        </w:rPr>
        <w:t>Załącznika nr 7 do SWZ</w:t>
      </w:r>
      <w:r w:rsidRPr="00A35123">
        <w:rPr>
          <w:rFonts w:eastAsia="Calibri" w:cs="Calibri"/>
          <w:iCs/>
          <w:szCs w:val="18"/>
        </w:rPr>
        <w:t>)</w:t>
      </w:r>
      <w:r w:rsidRPr="00A35123">
        <w:rPr>
          <w:rFonts w:eastAsia="Calibri" w:cstheme="minorHAnsi"/>
          <w:iCs/>
          <w:szCs w:val="18"/>
        </w:rPr>
        <w:t xml:space="preserve">, </w:t>
      </w:r>
    </w:p>
    <w:p w14:paraId="79EECA1B" w14:textId="60269E2E" w:rsidR="009D7BF0" w:rsidRPr="00A35123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bCs/>
          <w:szCs w:val="18"/>
        </w:rPr>
        <w:t xml:space="preserve">Oświadczenie o dysponowaniu osobami posiadającymi uprawnienia/kwalifikacje niezbędne do realizacji przedmiotu zamówienia, o których mowa w pkt 1.2.1 b)  powyżej, (zgodnie z treścią </w:t>
      </w:r>
      <w:r w:rsidRPr="00A35123">
        <w:rPr>
          <w:rFonts w:eastAsia="Calibri" w:cs="Calibri"/>
          <w:b/>
          <w:bCs/>
          <w:szCs w:val="18"/>
        </w:rPr>
        <w:t>Załącznika nr 8 do SWZ</w:t>
      </w:r>
      <w:r w:rsidRPr="00A35123">
        <w:rPr>
          <w:rFonts w:ascii="Calibri" w:eastAsia="Calibri" w:hAnsi="Calibri" w:cs="Calibri"/>
          <w:bCs/>
          <w:sz w:val="20"/>
          <w:szCs w:val="20"/>
        </w:rPr>
        <w:t>)</w:t>
      </w:r>
    </w:p>
    <w:p w14:paraId="37EACF67" w14:textId="666FD4F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i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A24FA62" w14:textId="77777777" w:rsidR="009D7BF0" w:rsidRPr="0070462E" w:rsidRDefault="009D7BF0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</w:p>
    <w:p w14:paraId="6E566644" w14:textId="1E10FEF1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A35123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  <w:r w:rsidR="00EA1BF9">
        <w:rPr>
          <w:rFonts w:cstheme="minorHAnsi"/>
          <w:szCs w:val="18"/>
        </w:rPr>
        <w:t>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A35123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1B5D7C9A" w14:textId="3966F2FE" w:rsidR="00A35123" w:rsidRPr="00A35123" w:rsidRDefault="00A35123" w:rsidP="00A35123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sz w:val="18"/>
          <w:szCs w:val="18"/>
        </w:rPr>
      </w:pPr>
      <w:r w:rsidRPr="00A35123">
        <w:rPr>
          <w:rFonts w:asciiTheme="minorHAnsi" w:hAnsiTheme="minorHAnsi" w:cstheme="minorHAnsi"/>
          <w:b/>
          <w:iCs/>
          <w:sz w:val="18"/>
          <w:szCs w:val="18"/>
        </w:rPr>
        <w:t>3.1.1.</w:t>
      </w:r>
      <w:r w:rsidRPr="00A35123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Pr="00A35123">
        <w:rPr>
          <w:rFonts w:asciiTheme="minorHAnsi" w:hAnsiTheme="minorHAnsi" w:cstheme="minorHAnsi"/>
          <w:b/>
          <w:iCs/>
          <w:sz w:val="18"/>
          <w:szCs w:val="18"/>
          <w:u w:val="single"/>
        </w:rPr>
        <w:t>Formularz cenowy/Arkusz kalkulacyjny wg Załącznika nr 3.1 do SWZ podpisany przez uprawnioną osobę.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37B3CC5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</w:t>
      </w:r>
      <w:r w:rsidR="000F2051">
        <w:rPr>
          <w:rFonts w:cstheme="minorHAnsi"/>
          <w:szCs w:val="18"/>
        </w:rPr>
        <w:t xml:space="preserve">2.5., </w:t>
      </w:r>
      <w:r w:rsidRPr="0070462E">
        <w:rPr>
          <w:rFonts w:cstheme="minorHAnsi"/>
          <w:szCs w:val="18"/>
        </w:rPr>
        <w:t xml:space="preserve">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064BC813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 xml:space="preserve">zaś podane w pkt 2.1., 2.4., </w:t>
      </w:r>
      <w:r w:rsidRPr="0070462E">
        <w:rPr>
          <w:rFonts w:cstheme="minorHAnsi"/>
          <w:szCs w:val="18"/>
        </w:rPr>
        <w:t>3.7., 3.8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1B56E6B7" w14:textId="0CDEF311" w:rsidR="0070462E" w:rsidRPr="009D7BF0" w:rsidRDefault="0070462E" w:rsidP="00B73712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ascii="Verdana" w:eastAsia="Verdana" w:hAnsi="Verdana" w:cs="Times New Roman"/>
        </w:rPr>
      </w:pPr>
      <w:r w:rsidRPr="009D7BF0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9D7BF0">
        <w:rPr>
          <w:rFonts w:eastAsia="Calibri" w:cstheme="minorHAnsi"/>
          <w:szCs w:val="18"/>
          <w:highlight w:val="yellow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70462E" w:rsidRPr="009D7BF0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21E3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041">
          <w:rPr>
            <w:noProof/>
          </w:rPr>
          <w:t>5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10EA82B3" w:rsidR="00347E8D" w:rsidRPr="006B2C28" w:rsidRDefault="00DF104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EB47A4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CD25E0">
            <w:rPr>
              <w:rFonts w:asciiTheme="majorHAnsi" w:hAnsiTheme="majorHAnsi"/>
              <w:color w:val="000000" w:themeColor="text1"/>
              <w:sz w:val="14"/>
              <w:szCs w:val="18"/>
            </w:rPr>
            <w:t>238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841806">
    <w:abstractNumId w:val="19"/>
  </w:num>
  <w:num w:numId="2" w16cid:durableId="155386035">
    <w:abstractNumId w:val="7"/>
  </w:num>
  <w:num w:numId="3" w16cid:durableId="1514227515">
    <w:abstractNumId w:val="13"/>
  </w:num>
  <w:num w:numId="4" w16cid:durableId="335154070">
    <w:abstractNumId w:val="21"/>
  </w:num>
  <w:num w:numId="5" w16cid:durableId="1893498477">
    <w:abstractNumId w:val="19"/>
  </w:num>
  <w:num w:numId="6" w16cid:durableId="1644188913">
    <w:abstractNumId w:val="19"/>
  </w:num>
  <w:num w:numId="7" w16cid:durableId="1049570394">
    <w:abstractNumId w:val="3"/>
  </w:num>
  <w:num w:numId="8" w16cid:durableId="714474362">
    <w:abstractNumId w:val="28"/>
  </w:num>
  <w:num w:numId="9" w16cid:durableId="1348366088">
    <w:abstractNumId w:val="17"/>
  </w:num>
  <w:num w:numId="10" w16cid:durableId="1847595187">
    <w:abstractNumId w:val="4"/>
  </w:num>
  <w:num w:numId="11" w16cid:durableId="935481734">
    <w:abstractNumId w:val="14"/>
  </w:num>
  <w:num w:numId="12" w16cid:durableId="1272474127">
    <w:abstractNumId w:val="12"/>
  </w:num>
  <w:num w:numId="13" w16cid:durableId="1888878836">
    <w:abstractNumId w:val="27"/>
  </w:num>
  <w:num w:numId="14" w16cid:durableId="1680305828">
    <w:abstractNumId w:val="23"/>
  </w:num>
  <w:num w:numId="15" w16cid:durableId="234895313">
    <w:abstractNumId w:val="16"/>
  </w:num>
  <w:num w:numId="16" w16cid:durableId="921991071">
    <w:abstractNumId w:val="10"/>
  </w:num>
  <w:num w:numId="17" w16cid:durableId="1312056931">
    <w:abstractNumId w:val="5"/>
  </w:num>
  <w:num w:numId="18" w16cid:durableId="1741830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9092134">
    <w:abstractNumId w:val="0"/>
  </w:num>
  <w:num w:numId="20" w16cid:durableId="814219863">
    <w:abstractNumId w:val="29"/>
  </w:num>
  <w:num w:numId="21" w16cid:durableId="631980968">
    <w:abstractNumId w:val="1"/>
  </w:num>
  <w:num w:numId="22" w16cid:durableId="1788505795">
    <w:abstractNumId w:val="15"/>
  </w:num>
  <w:num w:numId="23" w16cid:durableId="927466558">
    <w:abstractNumId w:val="11"/>
  </w:num>
  <w:num w:numId="24" w16cid:durableId="600377293">
    <w:abstractNumId w:val="22"/>
  </w:num>
  <w:num w:numId="25" w16cid:durableId="1706784474">
    <w:abstractNumId w:val="26"/>
  </w:num>
  <w:num w:numId="26" w16cid:durableId="1868718365">
    <w:abstractNumId w:val="2"/>
  </w:num>
  <w:num w:numId="27" w16cid:durableId="1766607749">
    <w:abstractNumId w:val="25"/>
  </w:num>
  <w:num w:numId="28" w16cid:durableId="474950768">
    <w:abstractNumId w:val="24"/>
  </w:num>
  <w:num w:numId="29" w16cid:durableId="7458845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140825">
    <w:abstractNumId w:val="20"/>
  </w:num>
  <w:num w:numId="31" w16cid:durableId="470831777">
    <w:abstractNumId w:val="18"/>
  </w:num>
  <w:num w:numId="32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28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B0DBD"/>
    <w:rsid w:val="000C47A9"/>
    <w:rsid w:val="000C679C"/>
    <w:rsid w:val="000D42BE"/>
    <w:rsid w:val="000D5886"/>
    <w:rsid w:val="000E1564"/>
    <w:rsid w:val="000F2051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3CAC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187D"/>
    <w:rsid w:val="002B5C62"/>
    <w:rsid w:val="002C470F"/>
    <w:rsid w:val="002D4BFA"/>
    <w:rsid w:val="002D4CAD"/>
    <w:rsid w:val="002F10CA"/>
    <w:rsid w:val="002F7CC4"/>
    <w:rsid w:val="00303C67"/>
    <w:rsid w:val="00310CB3"/>
    <w:rsid w:val="00347E8D"/>
    <w:rsid w:val="00356502"/>
    <w:rsid w:val="00362C4E"/>
    <w:rsid w:val="00366FFB"/>
    <w:rsid w:val="00371A75"/>
    <w:rsid w:val="00375304"/>
    <w:rsid w:val="00375780"/>
    <w:rsid w:val="00376C7C"/>
    <w:rsid w:val="00381365"/>
    <w:rsid w:val="00387A0D"/>
    <w:rsid w:val="003903C2"/>
    <w:rsid w:val="003944FA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5BDF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3CA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DF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43EC"/>
    <w:rsid w:val="007844EB"/>
    <w:rsid w:val="00784DC3"/>
    <w:rsid w:val="00787D9C"/>
    <w:rsid w:val="00794EFB"/>
    <w:rsid w:val="007978CA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6F87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BF0"/>
    <w:rsid w:val="009E0A88"/>
    <w:rsid w:val="009E2CB5"/>
    <w:rsid w:val="009E5B5E"/>
    <w:rsid w:val="00A02C84"/>
    <w:rsid w:val="00A148D6"/>
    <w:rsid w:val="00A35123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330D"/>
    <w:rsid w:val="00CB2D26"/>
    <w:rsid w:val="00CB3A6F"/>
    <w:rsid w:val="00CD2022"/>
    <w:rsid w:val="00CD25E0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1041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B47A4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SWZ.docx</dmsv2BaseFileName>
    <dmsv2BaseDisplayName xmlns="http://schemas.microsoft.com/sharepoint/v3">Załącznik nr 2 do SWZ</dmsv2BaseDisplayName>
    <dmsv2SWPP2ObjectNumber xmlns="http://schemas.microsoft.com/sharepoint/v3">POST/DYS/OLD/GZ/04238/2025                        </dmsv2SWPP2ObjectNumber>
    <dmsv2SWPP2SumMD5 xmlns="http://schemas.microsoft.com/sharepoint/v3">1a2ee566ee80aff08ab7df31dd6a72a2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23848510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DPFVW34YURAE-834641568-6856</_dlc_DocId>
    <_dlc_DocIdUrl xmlns="a19cb1c7-c5c7-46d4-85ae-d83685407bba">
      <Url>https://swpp2.dms.gkpge.pl/sites/40/_layouts/15/DocIdRedir.aspx?ID=DPFVW34YURAE-834641568-6856</Url>
      <Description>DPFVW34YURAE-834641568-6856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2E347F1-633D-4216-B3C3-87C85B795E38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1E5326-1235-42D7-B2B4-0D6848960C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44CB6A1-BA3C-44FD-9727-D2981872F5B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133</TotalTime>
  <Pages>6</Pages>
  <Words>3660</Words>
  <Characters>21963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31</cp:revision>
  <cp:lastPrinted>2024-07-15T11:21:00Z</cp:lastPrinted>
  <dcterms:created xsi:type="dcterms:W3CDTF">2025-01-15T13:15:00Z</dcterms:created>
  <dcterms:modified xsi:type="dcterms:W3CDTF">2025-11-25T07:13:00Z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a974f3c8-8442-4cde-993d-eac6fd0910de</vt:lpwstr>
  </property>
</Properties>
</file>